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6161F1D-AC43-4206-9DF5-39D28AC7C8B4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